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7AE" w:rsidRPr="001A77AE" w:rsidRDefault="00EA564D" w:rsidP="00EA564D">
      <w:pPr>
        <w:spacing w:line="276" w:lineRule="auto"/>
        <w:jc w:val="center"/>
        <w:rPr>
          <w:rFonts w:ascii="Arial" w:hAnsi="Arial" w:cs="Arial"/>
          <w:sz w:val="22"/>
          <w:szCs w:val="22"/>
          <w:lang w:eastAsia="it-IT"/>
        </w:rPr>
      </w:pPr>
      <w:r>
        <w:rPr>
          <w:rFonts w:ascii="Arial" w:hAnsi="Arial" w:cs="Arial"/>
          <w:sz w:val="22"/>
          <w:szCs w:val="22"/>
          <w:lang w:eastAsia="it-IT"/>
        </w:rPr>
        <w:t xml:space="preserve">                                                                                                                 </w:t>
      </w:r>
      <w:r w:rsidR="0005361C" w:rsidRPr="001A77AE">
        <w:rPr>
          <w:rFonts w:ascii="Arial" w:hAnsi="Arial" w:cs="Arial"/>
          <w:sz w:val="22"/>
          <w:szCs w:val="22"/>
          <w:lang w:eastAsia="it-IT"/>
        </w:rPr>
        <w:t>Al Comune di Ozieri</w:t>
      </w:r>
    </w:p>
    <w:p w:rsidR="001A77AE" w:rsidRPr="001A77AE" w:rsidRDefault="00EA564D" w:rsidP="001A77AE">
      <w:pPr>
        <w:spacing w:line="276" w:lineRule="auto"/>
        <w:jc w:val="right"/>
        <w:rPr>
          <w:rFonts w:ascii="Arial" w:hAnsi="Arial" w:cs="Arial"/>
          <w:sz w:val="22"/>
          <w:szCs w:val="22"/>
          <w:lang w:eastAsia="it-IT"/>
        </w:rPr>
      </w:pPr>
      <w:r>
        <w:rPr>
          <w:rFonts w:ascii="Arial" w:hAnsi="Arial" w:cs="Arial"/>
          <w:sz w:val="22"/>
          <w:szCs w:val="22"/>
          <w:lang w:eastAsia="it-IT"/>
        </w:rPr>
        <w:t>Via Vittorio V</w:t>
      </w:r>
      <w:r w:rsidR="001A77AE" w:rsidRPr="001A77AE">
        <w:rPr>
          <w:rFonts w:ascii="Arial" w:hAnsi="Arial" w:cs="Arial"/>
          <w:sz w:val="22"/>
          <w:szCs w:val="22"/>
          <w:lang w:eastAsia="it-IT"/>
        </w:rPr>
        <w:t>eneto, n.11</w:t>
      </w:r>
    </w:p>
    <w:p w:rsidR="0005361C" w:rsidRPr="001A77AE" w:rsidRDefault="009C5130" w:rsidP="009C5130">
      <w:pPr>
        <w:spacing w:line="276" w:lineRule="auto"/>
        <w:jc w:val="center"/>
        <w:rPr>
          <w:rFonts w:ascii="Arial" w:hAnsi="Arial" w:cs="Arial"/>
          <w:sz w:val="22"/>
          <w:szCs w:val="22"/>
          <w:lang w:eastAsia="it-IT"/>
        </w:rPr>
      </w:pPr>
      <w:r>
        <w:rPr>
          <w:rFonts w:ascii="Arial" w:hAnsi="Arial" w:cs="Arial"/>
          <w:sz w:val="22"/>
          <w:szCs w:val="22"/>
          <w:lang w:eastAsia="it-IT"/>
        </w:rPr>
        <w:t xml:space="preserve">                                                                                                              </w:t>
      </w:r>
      <w:r w:rsidR="001A77AE" w:rsidRPr="001A77AE">
        <w:rPr>
          <w:rFonts w:ascii="Arial" w:hAnsi="Arial" w:cs="Arial"/>
          <w:sz w:val="22"/>
          <w:szCs w:val="22"/>
          <w:lang w:eastAsia="it-IT"/>
        </w:rPr>
        <w:t>07014 Ozieri (SS)</w:t>
      </w:r>
      <w:r w:rsidR="0005361C" w:rsidRPr="001A77AE">
        <w:rPr>
          <w:rFonts w:ascii="Arial" w:hAnsi="Arial" w:cs="Arial"/>
          <w:sz w:val="22"/>
          <w:szCs w:val="22"/>
          <w:lang w:eastAsia="it-IT"/>
        </w:rPr>
        <w:t xml:space="preserve"> </w:t>
      </w:r>
    </w:p>
    <w:p w:rsidR="001A77AE" w:rsidRDefault="001A77AE" w:rsidP="002A3DE2">
      <w:pPr>
        <w:spacing w:line="360" w:lineRule="auto"/>
        <w:rPr>
          <w:rFonts w:ascii="Arial" w:hAnsi="Arial" w:cs="Arial"/>
          <w:b/>
          <w:lang w:eastAsia="it-IT"/>
        </w:rPr>
      </w:pPr>
    </w:p>
    <w:p w:rsidR="0005361C" w:rsidRPr="002A3DE2" w:rsidRDefault="0005361C" w:rsidP="002A3DE2">
      <w:pPr>
        <w:spacing w:line="360" w:lineRule="auto"/>
        <w:jc w:val="center"/>
        <w:rPr>
          <w:rFonts w:ascii="Arial" w:hAnsi="Arial" w:cs="Arial"/>
          <w:b/>
          <w:lang w:eastAsia="it-IT"/>
        </w:rPr>
      </w:pPr>
      <w:r w:rsidRPr="0005361C">
        <w:rPr>
          <w:rFonts w:ascii="Arial" w:hAnsi="Arial" w:cs="Arial"/>
          <w:b/>
          <w:lang w:eastAsia="it-IT"/>
        </w:rPr>
        <w:t xml:space="preserve">OGGETTO: Avviso Pubblico “Contributi per la gestione dei servizi educativi prima infanzia e scuole dell’infanzia paritarie” </w:t>
      </w:r>
      <w:proofErr w:type="spellStart"/>
      <w:r w:rsidRPr="0005361C">
        <w:rPr>
          <w:rFonts w:ascii="Arial" w:hAnsi="Arial" w:cs="Arial"/>
          <w:b/>
          <w:lang w:eastAsia="it-IT"/>
        </w:rPr>
        <w:t>D.Lgs.</w:t>
      </w:r>
      <w:proofErr w:type="spellEnd"/>
      <w:r w:rsidRPr="0005361C">
        <w:rPr>
          <w:rFonts w:ascii="Arial" w:hAnsi="Arial" w:cs="Arial"/>
          <w:b/>
          <w:lang w:eastAsia="it-IT"/>
        </w:rPr>
        <w:t xml:space="preserve"> 65/2017-  DGR n. 35/33 del 9/07/2020  e DGR n. 39/23 del 30/07/2020. Domanda per la concessione del contributo.</w:t>
      </w:r>
    </w:p>
    <w:p w:rsidR="0005361C" w:rsidRPr="0005361C" w:rsidRDefault="0005361C" w:rsidP="003D05BB">
      <w:pPr>
        <w:spacing w:line="360" w:lineRule="auto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Il/La sottoscritto/a:_______________________________</w:t>
      </w:r>
      <w:r w:rsidR="008541F9">
        <w:rPr>
          <w:rFonts w:ascii="Arial" w:hAnsi="Arial" w:cs="Arial"/>
        </w:rPr>
        <w:t xml:space="preserve"> </w:t>
      </w:r>
      <w:r w:rsidRPr="0005361C">
        <w:rPr>
          <w:rFonts w:ascii="Arial" w:hAnsi="Arial" w:cs="Arial"/>
        </w:rPr>
        <w:t>Codice fiscale: ____________________________</w:t>
      </w:r>
    </w:p>
    <w:p w:rsidR="0005361C" w:rsidRPr="0005361C" w:rsidRDefault="0005361C" w:rsidP="003D05BB">
      <w:pPr>
        <w:spacing w:line="360" w:lineRule="auto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 xml:space="preserve">nato/a a ____________________________________________, il _______________, in qualità di rappresentante legale del/ della ___________________________________________________ </w:t>
      </w:r>
      <w:r w:rsidRPr="0005361C">
        <w:rPr>
          <w:rFonts w:ascii="Arial" w:hAnsi="Arial" w:cs="Arial"/>
          <w:i/>
        </w:rPr>
        <w:t>(indicare la denominazione completa del soggetto giuridico gestore del servizio per cui si richiede il contributo),</w:t>
      </w:r>
      <w:r w:rsidRPr="0005361C">
        <w:rPr>
          <w:rFonts w:ascii="Arial" w:hAnsi="Arial" w:cs="Arial"/>
        </w:rPr>
        <w:t xml:space="preserve"> con sede legale in _________________________________, via/piazza ____________________________, codice fiscale ____________________________________, partita IVA ________________________________, tel. ____________________, e-mail _________________________,</w:t>
      </w:r>
      <w:proofErr w:type="spellStart"/>
      <w:r w:rsidRPr="0005361C">
        <w:rPr>
          <w:rFonts w:ascii="Arial" w:hAnsi="Arial" w:cs="Arial"/>
        </w:rPr>
        <w:t>pec</w:t>
      </w:r>
      <w:proofErr w:type="spellEnd"/>
      <w:r w:rsidRPr="0005361C">
        <w:rPr>
          <w:rFonts w:ascii="Arial" w:hAnsi="Arial" w:cs="Arial"/>
        </w:rPr>
        <w:t xml:space="preserve"> ___________________________,</w:t>
      </w:r>
    </w:p>
    <w:p w:rsidR="0005361C" w:rsidRPr="0005361C" w:rsidRDefault="0005361C" w:rsidP="003D05BB">
      <w:pPr>
        <w:spacing w:line="360" w:lineRule="auto"/>
        <w:jc w:val="both"/>
        <w:rPr>
          <w:rFonts w:ascii="Arial" w:hAnsi="Arial" w:cs="Arial"/>
        </w:rPr>
      </w:pPr>
      <w:r w:rsidRPr="0005361C">
        <w:rPr>
          <w:rFonts w:ascii="Arial" w:hAnsi="Arial" w:cs="Arial"/>
          <w:b/>
        </w:rPr>
        <w:t>gestore del seguente servizio per gli anni educativi/scolastici 2019/2020 e 2020/2021</w:t>
      </w:r>
      <w:r w:rsidRPr="0005361C">
        <w:rPr>
          <w:rFonts w:ascii="Arial" w:hAnsi="Arial" w:cs="Arial"/>
        </w:rPr>
        <w:t xml:space="preserve"> </w:t>
      </w:r>
      <w:r w:rsidRPr="0005361C">
        <w:rPr>
          <w:rFonts w:ascii="Arial" w:hAnsi="Arial" w:cs="Arial"/>
          <w:i/>
        </w:rPr>
        <w:t>(attenzione indicare un solo servizio per ogni singola domanda)</w:t>
      </w:r>
      <w:r w:rsidRPr="0005361C">
        <w:rPr>
          <w:rFonts w:ascii="Arial" w:hAnsi="Arial" w:cs="Arial"/>
        </w:rPr>
        <w:t>:</w:t>
      </w:r>
    </w:p>
    <w:p w:rsidR="0005361C" w:rsidRPr="0005361C" w:rsidRDefault="0005361C" w:rsidP="003D05BB">
      <w:pPr>
        <w:numPr>
          <w:ilvl w:val="0"/>
          <w:numId w:val="6"/>
        </w:numPr>
        <w:spacing w:after="200" w:line="360" w:lineRule="auto"/>
        <w:ind w:left="284" w:hanging="284"/>
        <w:jc w:val="both"/>
        <w:rPr>
          <w:rFonts w:ascii="Arial" w:hAnsi="Arial" w:cs="Arial"/>
          <w:i/>
        </w:rPr>
      </w:pPr>
      <w:r w:rsidRPr="0005361C">
        <w:rPr>
          <w:rFonts w:ascii="Arial" w:hAnsi="Arial" w:cs="Arial"/>
        </w:rPr>
        <w:t xml:space="preserve">Servizio per la prima infanzia _______________________________________________________ </w:t>
      </w:r>
      <w:r w:rsidRPr="0005361C">
        <w:rPr>
          <w:rFonts w:ascii="Arial" w:hAnsi="Arial" w:cs="Arial"/>
          <w:i/>
        </w:rPr>
        <w:t>(spec</w:t>
      </w:r>
      <w:r w:rsidR="008541F9">
        <w:rPr>
          <w:rFonts w:ascii="Arial" w:hAnsi="Arial" w:cs="Arial"/>
          <w:i/>
        </w:rPr>
        <w:t xml:space="preserve">ificare: nido/micronido/sezione </w:t>
      </w:r>
      <w:r w:rsidRPr="0005361C">
        <w:rPr>
          <w:rFonts w:ascii="Arial" w:hAnsi="Arial" w:cs="Arial"/>
          <w:i/>
        </w:rPr>
        <w:t>primavera e relativa denominazione),</w:t>
      </w:r>
    </w:p>
    <w:p w:rsidR="0005361C" w:rsidRPr="002A3DE2" w:rsidRDefault="0005361C" w:rsidP="002A3DE2">
      <w:pPr>
        <w:numPr>
          <w:ilvl w:val="0"/>
          <w:numId w:val="6"/>
        </w:numPr>
        <w:spacing w:after="20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05361C">
        <w:rPr>
          <w:rFonts w:ascii="Arial" w:hAnsi="Arial" w:cs="Arial"/>
        </w:rPr>
        <w:t>Scuola dell’infanzia paritaria ____________________________________</w:t>
      </w:r>
      <w:r w:rsidRPr="0005361C">
        <w:rPr>
          <w:rFonts w:ascii="Arial" w:hAnsi="Arial" w:cs="Arial"/>
          <w:i/>
        </w:rPr>
        <w:t xml:space="preserve">(specificare denominazione), </w:t>
      </w:r>
      <w:r w:rsidRPr="0005361C">
        <w:rPr>
          <w:rFonts w:ascii="Arial" w:hAnsi="Arial" w:cs="Arial"/>
        </w:rPr>
        <w:t>il cui codice meccanografico rilasciato dal Ministero è il seguente ______________________________,</w:t>
      </w:r>
    </w:p>
    <w:p w:rsidR="0005361C" w:rsidRPr="002A3DE2" w:rsidRDefault="0005361C" w:rsidP="003D05BB">
      <w:pPr>
        <w:spacing w:line="360" w:lineRule="auto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 xml:space="preserve">con sede in______ __________________________ Via/piazza ___________________________________ n. _______, cap. ___________, tel. __________________________, e-mail ________________________ </w:t>
      </w:r>
      <w:proofErr w:type="spellStart"/>
      <w:r w:rsidRPr="0005361C">
        <w:rPr>
          <w:rFonts w:ascii="Arial" w:hAnsi="Arial" w:cs="Arial"/>
        </w:rPr>
        <w:t>pec</w:t>
      </w:r>
      <w:proofErr w:type="spellEnd"/>
      <w:r w:rsidRPr="0005361C">
        <w:rPr>
          <w:rFonts w:ascii="Arial" w:hAnsi="Arial" w:cs="Arial"/>
        </w:rPr>
        <w:t xml:space="preserve"> ______________________________,</w:t>
      </w:r>
    </w:p>
    <w:p w:rsidR="0005361C" w:rsidRPr="0005361C" w:rsidRDefault="0005361C" w:rsidP="003D05BB">
      <w:pPr>
        <w:autoSpaceDN w:val="0"/>
        <w:spacing w:line="360" w:lineRule="auto"/>
        <w:jc w:val="center"/>
        <w:rPr>
          <w:rFonts w:ascii="Arial" w:hAnsi="Arial" w:cs="Arial"/>
          <w:b/>
        </w:rPr>
      </w:pPr>
      <w:r w:rsidRPr="0005361C">
        <w:rPr>
          <w:rFonts w:ascii="Arial" w:hAnsi="Arial" w:cs="Arial"/>
          <w:b/>
        </w:rPr>
        <w:t>CHIEDE</w:t>
      </w:r>
    </w:p>
    <w:p w:rsidR="0005361C" w:rsidRPr="0005361C" w:rsidRDefault="0005361C" w:rsidP="003D05BB">
      <w:pPr>
        <w:autoSpaceDN w:val="0"/>
        <w:spacing w:line="360" w:lineRule="auto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la concessione di un contributo di cui all’Avviso in oggetto per la gestione del servizio suddetto.</w:t>
      </w:r>
    </w:p>
    <w:p w:rsidR="0005361C" w:rsidRPr="0005361C" w:rsidRDefault="0005361C" w:rsidP="003D05BB">
      <w:pPr>
        <w:autoSpaceDN w:val="0"/>
        <w:spacing w:line="360" w:lineRule="auto"/>
        <w:jc w:val="both"/>
        <w:rPr>
          <w:rFonts w:ascii="Arial" w:hAnsi="Arial" w:cs="Arial"/>
          <w:b/>
        </w:rPr>
      </w:pPr>
      <w:r w:rsidRPr="0005361C">
        <w:rPr>
          <w:rFonts w:ascii="Arial" w:hAnsi="Arial" w:cs="Arial"/>
        </w:rPr>
        <w:t>A tal fine, consapevole delle sanzioni penali previste in caso di dichiarazioni non veritiere, di formazione o uso di atti falsi, richiamate dall'art. 76 del D.P.R. 445 del 28 dicembre 2000, ai sensi dell’art. 47 del D.P.R. 445 del 28 dicembre 2000,</w:t>
      </w:r>
    </w:p>
    <w:p w:rsidR="0005361C" w:rsidRPr="0005361C" w:rsidRDefault="0005361C" w:rsidP="0005361C">
      <w:pPr>
        <w:autoSpaceDN w:val="0"/>
        <w:spacing w:line="360" w:lineRule="auto"/>
        <w:jc w:val="center"/>
        <w:rPr>
          <w:rFonts w:ascii="Arial" w:hAnsi="Arial" w:cs="Arial"/>
          <w:b/>
        </w:rPr>
      </w:pPr>
      <w:r w:rsidRPr="0005361C">
        <w:rPr>
          <w:rFonts w:ascii="Arial" w:hAnsi="Arial" w:cs="Arial"/>
          <w:b/>
        </w:rPr>
        <w:t>DICHIARA</w:t>
      </w:r>
    </w:p>
    <w:p w:rsidR="0005361C" w:rsidRPr="0005361C" w:rsidRDefault="0005361C" w:rsidP="0005361C">
      <w:pPr>
        <w:autoSpaceDN w:val="0"/>
        <w:spacing w:line="360" w:lineRule="auto"/>
        <w:jc w:val="center"/>
        <w:rPr>
          <w:rFonts w:ascii="Arial" w:hAnsi="Arial" w:cs="Arial"/>
          <w:b/>
        </w:rPr>
      </w:pPr>
    </w:p>
    <w:p w:rsidR="0005361C" w:rsidRPr="0005361C" w:rsidRDefault="0005361C" w:rsidP="003D05BB">
      <w:pPr>
        <w:numPr>
          <w:ilvl w:val="0"/>
          <w:numId w:val="7"/>
        </w:numPr>
        <w:autoSpaceDN w:val="0"/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che il servizio di cui sopra è stato regolarmente funzionante nell’anno educativo/scolastico 2019/2020 e lo sarà anche per l’anno educativo/scolastico 2020/2021, nel rispetto della normativa nazionale e/o regionale vigente specificatamente prevista;</w:t>
      </w:r>
    </w:p>
    <w:p w:rsidR="0005361C" w:rsidRPr="0005361C" w:rsidRDefault="0005361C" w:rsidP="003D05BB">
      <w:pPr>
        <w:numPr>
          <w:ilvl w:val="0"/>
          <w:numId w:val="7"/>
        </w:numPr>
        <w:tabs>
          <w:tab w:val="left" w:pos="426"/>
        </w:tabs>
        <w:autoSpaceDN w:val="0"/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lastRenderedPageBreak/>
        <w:t>che il n. dei bambini frequentanti l’anno educativo/scolastico 2019/2020 è il seguente: _____________ ;</w:t>
      </w:r>
    </w:p>
    <w:p w:rsidR="0005361C" w:rsidRPr="0005361C" w:rsidRDefault="0005361C" w:rsidP="003D05BB">
      <w:pPr>
        <w:numPr>
          <w:ilvl w:val="0"/>
          <w:numId w:val="7"/>
        </w:numPr>
        <w:tabs>
          <w:tab w:val="left" w:pos="426"/>
        </w:tabs>
        <w:autoSpaceDN w:val="0"/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che il n. dei  bambini iscritti per l’anno educativo/scolastico 2020/2021 è il seguente: ______________ ;</w:t>
      </w:r>
    </w:p>
    <w:p w:rsidR="0005361C" w:rsidRPr="0005361C" w:rsidRDefault="0005361C" w:rsidP="003D05BB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che i dati riportati nella presente domanda corrispondono al vero;</w:t>
      </w:r>
    </w:p>
    <w:p w:rsidR="0005361C" w:rsidRPr="0005361C" w:rsidRDefault="0005361C" w:rsidP="003D05BB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di non trovarsi in stato di fallimento, di liquidazione, di cessazione di attività o di concordato preventivo e in qualsiasi altra situazione equivalente secondo la legislazione vigente, ovvero non abbia in corso un procedimento per la dichiarazione di una di tali situazioni;</w:t>
      </w:r>
    </w:p>
    <w:p w:rsidR="0005361C" w:rsidRPr="0005361C" w:rsidRDefault="0005361C" w:rsidP="003D05BB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di non essere stato condannato, con sentenza passata in giudicato, per qualsiasi reato che determina l’incapacità a contrarre con la P.A.;</w:t>
      </w:r>
    </w:p>
    <w:p w:rsidR="0005361C" w:rsidRPr="0005361C" w:rsidRDefault="0005361C" w:rsidP="003D05BB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 xml:space="preserve">ai sensi della vigente normativa antimafia, che nei propri confronti e nei </w:t>
      </w:r>
      <w:r w:rsidR="003D05BB">
        <w:rPr>
          <w:rFonts w:ascii="Arial" w:hAnsi="Arial" w:cs="Arial"/>
        </w:rPr>
        <w:t xml:space="preserve">confronti dei soggetti indicati </w:t>
      </w:r>
      <w:r w:rsidRPr="0005361C">
        <w:rPr>
          <w:rFonts w:ascii="Arial" w:hAnsi="Arial" w:cs="Arial"/>
        </w:rPr>
        <w:t xml:space="preserve">nell’art. 85 (commi 2, 2-bis e 3) del D. </w:t>
      </w:r>
      <w:proofErr w:type="spellStart"/>
      <w:r w:rsidRPr="0005361C">
        <w:rPr>
          <w:rFonts w:ascii="Arial" w:hAnsi="Arial" w:cs="Arial"/>
        </w:rPr>
        <w:t>Lgs</w:t>
      </w:r>
      <w:proofErr w:type="spellEnd"/>
      <w:r w:rsidRPr="0005361C">
        <w:rPr>
          <w:rFonts w:ascii="Arial" w:hAnsi="Arial" w:cs="Arial"/>
        </w:rPr>
        <w:t xml:space="preserve">. n. 159/2011 e </w:t>
      </w:r>
      <w:proofErr w:type="spellStart"/>
      <w:r w:rsidRPr="0005361C">
        <w:rPr>
          <w:rFonts w:ascii="Arial" w:hAnsi="Arial" w:cs="Arial"/>
        </w:rPr>
        <w:t>ss.mm.ii</w:t>
      </w:r>
      <w:proofErr w:type="spellEnd"/>
      <w:r w:rsidRPr="0005361C">
        <w:rPr>
          <w:rFonts w:ascii="Arial" w:hAnsi="Arial" w:cs="Arial"/>
        </w:rPr>
        <w:t xml:space="preserve"> non sussistono le cause di divieto, di decadenza o di sospensione previste dall’art. 67 del D. </w:t>
      </w:r>
      <w:proofErr w:type="spellStart"/>
      <w:r w:rsidRPr="0005361C">
        <w:rPr>
          <w:rFonts w:ascii="Arial" w:hAnsi="Arial" w:cs="Arial"/>
        </w:rPr>
        <w:t>Lgs</w:t>
      </w:r>
      <w:proofErr w:type="spellEnd"/>
      <w:r w:rsidRPr="0005361C">
        <w:rPr>
          <w:rFonts w:ascii="Arial" w:hAnsi="Arial" w:cs="Arial"/>
        </w:rPr>
        <w:t>. n. 159/2011 medesimo;</w:t>
      </w:r>
    </w:p>
    <w:p w:rsidR="0005361C" w:rsidRPr="0005361C" w:rsidRDefault="0005361C" w:rsidP="003D05BB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di essere in regola con gli obblighi concernenti le dichiarazioni in materia di imposte e tasse e con i conseguenti adempimenti, secondo la legislazione vigente;</w:t>
      </w:r>
    </w:p>
    <w:p w:rsidR="0005361C" w:rsidRPr="0005361C" w:rsidRDefault="0005361C" w:rsidP="003D05BB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di essere …………………………….. (assoggettabile/non assoggettabile) alla ritenuta fiscale di cui all’art. 28 del D.P.R. 29/09/1973 n. 600;</w:t>
      </w:r>
    </w:p>
    <w:p w:rsidR="0005361C" w:rsidRPr="0005361C" w:rsidRDefault="0005361C" w:rsidP="003D05BB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di osservare ed applicare integralmente il trattamento economico e normativo previsto dal CCNL di riferimento e di rispettare tutti gli adempimenti assicurativi, previdenziali e fiscali derivanti dalle leggi in vigore, nella piena osservanza dei termini e delle modalità previsti dalle leggi medesime;</w:t>
      </w:r>
    </w:p>
    <w:p w:rsidR="0005361C" w:rsidRPr="0005361C" w:rsidRDefault="0005361C" w:rsidP="003D05BB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 xml:space="preserve"> di aver preso visione dell’Avviso, di accettarne integralmente le disposizioni e di essere consapevole degli adempimenti richiesti, nessuno escluso;</w:t>
      </w:r>
    </w:p>
    <w:p w:rsidR="0005361C" w:rsidRPr="0005361C" w:rsidRDefault="0005361C" w:rsidP="003D05BB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che il contributo richiesto deve essere accreditato sul c.c. n. ……………………………. intestato a ……………………....   iban ………………………………………………………;</w:t>
      </w:r>
    </w:p>
    <w:p w:rsidR="0005361C" w:rsidRPr="0005361C" w:rsidRDefault="0005361C" w:rsidP="0005361C">
      <w:pPr>
        <w:autoSpaceDN w:val="0"/>
        <w:spacing w:after="120" w:line="360" w:lineRule="auto"/>
        <w:jc w:val="center"/>
        <w:rPr>
          <w:rFonts w:ascii="Arial" w:hAnsi="Arial" w:cs="Arial"/>
          <w:b/>
        </w:rPr>
      </w:pPr>
      <w:r w:rsidRPr="0005361C">
        <w:rPr>
          <w:rFonts w:ascii="Arial" w:hAnsi="Arial" w:cs="Arial"/>
          <w:b/>
        </w:rPr>
        <w:t>SI IMPEGNA</w:t>
      </w:r>
    </w:p>
    <w:p w:rsidR="0005361C" w:rsidRPr="0005361C" w:rsidRDefault="0005361C" w:rsidP="003D05BB">
      <w:pPr>
        <w:numPr>
          <w:ilvl w:val="0"/>
          <w:numId w:val="8"/>
        </w:numPr>
        <w:autoSpaceDN w:val="0"/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a utilizzare il contributo che sarà concesso per la copertura delle spese di ges</w:t>
      </w:r>
      <w:r w:rsidR="00CA17E1">
        <w:rPr>
          <w:rFonts w:ascii="Arial" w:hAnsi="Arial" w:cs="Arial"/>
        </w:rPr>
        <w:t xml:space="preserve">tione di competenza degli anni </w:t>
      </w:r>
      <w:r w:rsidRPr="0005361C">
        <w:rPr>
          <w:rFonts w:ascii="Arial" w:hAnsi="Arial" w:cs="Arial"/>
        </w:rPr>
        <w:t>educativi/scolastici 2019/2020 e 2020/2021, nel rispetto della normativa vigente, per le quali non si è ottenuto un ulteriore contributo pubblico o privato;</w:t>
      </w:r>
    </w:p>
    <w:p w:rsidR="0005361C" w:rsidRPr="0005361C" w:rsidRDefault="0005361C" w:rsidP="003D05BB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>a produrre, secondo le modalità specificate dal Comune o dalla Regione Autonoma della Sardegna, ogni documentazione eventualmente richiesta per le finalità previste dal presente Avviso;</w:t>
      </w:r>
    </w:p>
    <w:p w:rsidR="0005361C" w:rsidRPr="0005361C" w:rsidRDefault="0005361C" w:rsidP="003D05BB">
      <w:pPr>
        <w:numPr>
          <w:ilvl w:val="0"/>
          <w:numId w:val="7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lastRenderedPageBreak/>
        <w:t>a comunicare tempestivamente qualunque variazione che determini: il venir meno di uno o più requisiti di accesso ai contributi regionali; qualsiasi modifica e/o cambiamento del proprio regime fiscale o della natura delle attività poste in essere; qualsiasi variazione che determini discordanza con quanto dichiarato in fase di presentazione della richiesta di contributo;</w:t>
      </w:r>
    </w:p>
    <w:p w:rsidR="0005361C" w:rsidRDefault="0005361C" w:rsidP="003D05BB">
      <w:pPr>
        <w:numPr>
          <w:ilvl w:val="0"/>
          <w:numId w:val="7"/>
        </w:numPr>
        <w:autoSpaceDN w:val="0"/>
        <w:spacing w:after="200" w:line="360" w:lineRule="auto"/>
        <w:ind w:left="426" w:hanging="426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 xml:space="preserve"> a consentire, in qualsiasi momento, ogni verifica volta ad accertare la veridicità delle dichiarazioni sostitutive rese, il corretto svolgimento delle attività educative/didattiche, da parte dei competenti organi di controllo.</w:t>
      </w:r>
    </w:p>
    <w:p w:rsidR="00EA564D" w:rsidRDefault="00EA564D" w:rsidP="00EA564D">
      <w:pPr>
        <w:autoSpaceDN w:val="0"/>
        <w:spacing w:after="200" w:line="360" w:lineRule="auto"/>
        <w:ind w:left="426"/>
        <w:jc w:val="both"/>
        <w:rPr>
          <w:rFonts w:ascii="Arial" w:hAnsi="Arial" w:cs="Arial"/>
        </w:rPr>
      </w:pPr>
      <w:r w:rsidRPr="009C5130">
        <w:rPr>
          <w:rFonts w:ascii="Arial" w:hAnsi="Arial" w:cs="Arial"/>
          <w:u w:val="single"/>
        </w:rPr>
        <w:t>Allega alla presente</w:t>
      </w:r>
      <w:r>
        <w:rPr>
          <w:rFonts w:ascii="Arial" w:hAnsi="Arial" w:cs="Arial"/>
        </w:rPr>
        <w:t>:</w:t>
      </w:r>
    </w:p>
    <w:p w:rsidR="00EA564D" w:rsidRDefault="00EA564D" w:rsidP="003D05BB">
      <w:pPr>
        <w:numPr>
          <w:ilvl w:val="0"/>
          <w:numId w:val="7"/>
        </w:numPr>
        <w:autoSpaceDN w:val="0"/>
        <w:spacing w:after="20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Copia documento identità in corso di validità;</w:t>
      </w:r>
    </w:p>
    <w:p w:rsidR="00EA564D" w:rsidRPr="0005361C" w:rsidRDefault="00EA564D" w:rsidP="003D05BB">
      <w:pPr>
        <w:numPr>
          <w:ilvl w:val="0"/>
          <w:numId w:val="7"/>
        </w:numPr>
        <w:autoSpaceDN w:val="0"/>
        <w:spacing w:after="20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05361C">
        <w:rPr>
          <w:rFonts w:ascii="Arial" w:hAnsi="Arial" w:cs="Arial"/>
        </w:rPr>
        <w:t xml:space="preserve">nformativa inerente il trattamento dei dati personali </w:t>
      </w:r>
      <w:r w:rsidR="009C5130">
        <w:rPr>
          <w:rFonts w:ascii="Arial" w:hAnsi="Arial" w:cs="Arial"/>
        </w:rPr>
        <w:t>(</w:t>
      </w:r>
      <w:r>
        <w:rPr>
          <w:rFonts w:ascii="Arial" w:hAnsi="Arial" w:cs="Arial"/>
        </w:rPr>
        <w:t>Allegato2</w:t>
      </w:r>
      <w:r w:rsidR="009C5130">
        <w:rPr>
          <w:rFonts w:ascii="Arial" w:hAnsi="Arial" w:cs="Arial"/>
        </w:rPr>
        <w:t>).</w:t>
      </w:r>
      <w:bookmarkStart w:id="0" w:name="_GoBack"/>
      <w:bookmarkEnd w:id="0"/>
    </w:p>
    <w:p w:rsidR="0005361C" w:rsidRPr="0005361C" w:rsidRDefault="0005361C" w:rsidP="0005361C">
      <w:pPr>
        <w:spacing w:line="360" w:lineRule="auto"/>
        <w:jc w:val="both"/>
        <w:rPr>
          <w:rFonts w:ascii="Arial" w:hAnsi="Arial" w:cs="Arial"/>
        </w:rPr>
      </w:pPr>
    </w:p>
    <w:p w:rsidR="0005361C" w:rsidRPr="0005361C" w:rsidRDefault="0005361C" w:rsidP="0005361C">
      <w:pPr>
        <w:spacing w:line="360" w:lineRule="auto"/>
        <w:jc w:val="both"/>
        <w:rPr>
          <w:rFonts w:ascii="Arial" w:hAnsi="Arial" w:cs="Arial"/>
        </w:rPr>
      </w:pPr>
      <w:r w:rsidRPr="0005361C">
        <w:rPr>
          <w:rFonts w:ascii="Arial" w:hAnsi="Arial" w:cs="Arial"/>
        </w:rPr>
        <w:t xml:space="preserve">…………………., lì…………………………      </w:t>
      </w:r>
    </w:p>
    <w:p w:rsidR="0005361C" w:rsidRPr="0005361C" w:rsidRDefault="00EA564D" w:rsidP="0005361C">
      <w:pPr>
        <w:spacing w:line="360" w:lineRule="auto"/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>Il Rappresentante Legale</w:t>
      </w:r>
    </w:p>
    <w:p w:rsidR="00EB7FD7" w:rsidRPr="00DC30C7" w:rsidRDefault="00EB7FD7" w:rsidP="00EB7FD7">
      <w:pPr>
        <w:ind w:firstLine="708"/>
        <w:jc w:val="both"/>
        <w:rPr>
          <w:sz w:val="28"/>
          <w:szCs w:val="28"/>
        </w:rPr>
      </w:pPr>
    </w:p>
    <w:sectPr w:rsidR="00EB7FD7" w:rsidRPr="00DC30C7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C1A" w:rsidRDefault="005B5C1A">
      <w:r>
        <w:separator/>
      </w:r>
    </w:p>
  </w:endnote>
  <w:endnote w:type="continuationSeparator" w:id="0">
    <w:p w:rsidR="005B5C1A" w:rsidRDefault="005B5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AA" w:rsidRDefault="009C5D43">
    <w:pPr>
      <w:pStyle w:val="Pidipagina"/>
      <w:jc w:val="center"/>
      <w:rPr>
        <w:color w:val="333399"/>
        <w:sz w:val="18"/>
      </w:rPr>
    </w:pPr>
    <w:r>
      <w:rPr>
        <w:noProof/>
        <w:color w:val="333399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-28575</wp:posOffset>
              </wp:positionH>
              <wp:positionV relativeFrom="paragraph">
                <wp:posOffset>69215</wp:posOffset>
              </wp:positionV>
              <wp:extent cx="61722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5.45pt" to="483.7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" strokecolor="#069"/>
          </w:pict>
        </mc:Fallback>
      </mc:AlternateContent>
    </w:r>
  </w:p>
  <w:p w:rsidR="003361AA" w:rsidRDefault="009C5D43">
    <w:pPr>
      <w:pStyle w:val="Pidipagina"/>
      <w:jc w:val="center"/>
      <w:rPr>
        <w:color w:val="333399"/>
        <w:sz w:val="18"/>
      </w:rPr>
    </w:pPr>
    <w:r>
      <w:rPr>
        <w:color w:val="333399"/>
        <w:sz w:val="18"/>
      </w:rPr>
      <w:t>Comune di Ozieri – Via Vittorio Veneto, 11 – 07014 (SS) / P. IVA 0024764090</w:t>
    </w:r>
    <w:r w:rsidR="009D5F88">
      <w:rPr>
        <w:color w:val="333399"/>
        <w:sz w:val="18"/>
      </w:rPr>
      <w:t>7 –</w:t>
    </w:r>
    <w:r>
      <w:rPr>
        <w:color w:val="333399"/>
        <w:sz w:val="18"/>
      </w:rPr>
      <w:t>www.comune.ozieri.ss.it</w:t>
    </w:r>
  </w:p>
  <w:p w:rsidR="000E423B" w:rsidRDefault="000E423B">
    <w:pPr>
      <w:pStyle w:val="Pidipagina"/>
      <w:jc w:val="center"/>
    </w:pPr>
    <w:proofErr w:type="spellStart"/>
    <w:r>
      <w:rPr>
        <w:color w:val="333399"/>
        <w:sz w:val="18"/>
      </w:rPr>
      <w:t>Tel</w:t>
    </w:r>
    <w:proofErr w:type="spellEnd"/>
    <w:r>
      <w:rPr>
        <w:color w:val="333399"/>
        <w:sz w:val="18"/>
      </w:rPr>
      <w:t xml:space="preserve"> 079781260-261 Servizio Amministrativo Servizi Sociali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C1A" w:rsidRDefault="005B5C1A">
      <w:r>
        <w:separator/>
      </w:r>
    </w:p>
  </w:footnote>
  <w:footnote w:type="continuationSeparator" w:id="0">
    <w:p w:rsidR="005B5C1A" w:rsidRDefault="005B5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AA" w:rsidRDefault="009C5130" w:rsidP="009C5130">
    <w:pPr>
      <w:pStyle w:val="Intestazione"/>
      <w:tabs>
        <w:tab w:val="left" w:pos="8700"/>
      </w:tabs>
    </w:pPr>
    <w:r>
      <w:tab/>
    </w:r>
    <w:r w:rsidR="009C5D43">
      <w:rPr>
        <w:noProof/>
        <w:lang w:eastAsia="it-IT"/>
      </w:rPr>
      <w:drawing>
        <wp:inline distT="0" distB="0" distL="0" distR="0" wp14:anchorId="6EF53A1F" wp14:editId="50C398F8">
          <wp:extent cx="447675" cy="571500"/>
          <wp:effectExtent l="0" t="0" r="9525" b="0"/>
          <wp:docPr id="1" name="Immagine 1" descr="C:\Documenti\Stemma_c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i\Stemma_c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Allegato 1</w:t>
    </w:r>
  </w:p>
  <w:p w:rsidR="003361AA" w:rsidRDefault="003361AA">
    <w:pPr>
      <w:pStyle w:val="Intestazione"/>
      <w:jc w:val="center"/>
    </w:pPr>
  </w:p>
  <w:p w:rsidR="003361AA" w:rsidRDefault="009C5D43">
    <w:pPr>
      <w:pStyle w:val="Intestazione"/>
      <w:spacing w:line="360" w:lineRule="auto"/>
      <w:jc w:val="center"/>
      <w:rPr>
        <w:b/>
        <w:bCs/>
        <w:smallCaps/>
        <w:color w:val="000080"/>
        <w:sz w:val="28"/>
      </w:rPr>
    </w:pPr>
    <w:r>
      <w:rPr>
        <w:b/>
        <w:bCs/>
        <w:smallCaps/>
        <w:color w:val="000080"/>
        <w:sz w:val="28"/>
      </w:rPr>
      <w:t>Città di Ozieri</w:t>
    </w:r>
  </w:p>
  <w:p w:rsidR="003361AA" w:rsidRDefault="009C5D43">
    <w:pPr>
      <w:pStyle w:val="Intestazione"/>
      <w:spacing w:line="360" w:lineRule="auto"/>
      <w:jc w:val="center"/>
      <w:rPr>
        <w:smallCaps/>
        <w:color w:val="000080"/>
        <w:sz w:val="18"/>
      </w:rPr>
    </w:pPr>
    <w:r>
      <w:rPr>
        <w:smallCaps/>
        <w:color w:val="000080"/>
        <w:sz w:val="18"/>
      </w:rPr>
      <w:t>Provincia di Sassari</w:t>
    </w:r>
  </w:p>
  <w:p w:rsidR="00CA1CE6" w:rsidRDefault="009C5D43">
    <w:pPr>
      <w:pStyle w:val="Intestazione"/>
      <w:spacing w:line="360" w:lineRule="auto"/>
      <w:jc w:val="center"/>
      <w:rPr>
        <w:smallCaps/>
        <w:color w:val="000080"/>
        <w:sz w:val="22"/>
      </w:rPr>
    </w:pPr>
    <w:r>
      <w:rPr>
        <w:smallCaps/>
        <w:noProof/>
        <w:color w:val="000080"/>
        <w:sz w:val="22"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2480310</wp:posOffset>
              </wp:positionH>
              <wp:positionV relativeFrom="paragraph">
                <wp:posOffset>-6985</wp:posOffset>
              </wp:positionV>
              <wp:extent cx="1188720" cy="0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8872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3pt,-.55pt" to="288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" o:allowincell="f" strokecolor="navy" strokeweight=".5pt"/>
          </w:pict>
        </mc:Fallback>
      </mc:AlternateContent>
    </w:r>
    <w:r w:rsidR="00CA1CE6">
      <w:rPr>
        <w:smallCaps/>
        <w:color w:val="000080"/>
        <w:sz w:val="22"/>
      </w:rPr>
      <w:t xml:space="preserve">SETTORE </w:t>
    </w:r>
    <w:r w:rsidR="00175A43">
      <w:rPr>
        <w:smallCaps/>
        <w:color w:val="000080"/>
        <w:sz w:val="22"/>
      </w:rPr>
      <w:t>POLITICHE SOCIALI E DELL’INTEGRAZIONE TERRITORIALE</w:t>
    </w:r>
  </w:p>
  <w:p w:rsidR="003361AA" w:rsidRDefault="00CA1CE6">
    <w:pPr>
      <w:pStyle w:val="Intestazione"/>
      <w:spacing w:line="360" w:lineRule="auto"/>
      <w:jc w:val="center"/>
      <w:rPr>
        <w:smallCaps/>
        <w:color w:val="000080"/>
        <w:sz w:val="22"/>
      </w:rPr>
    </w:pPr>
    <w:r>
      <w:rPr>
        <w:smallCaps/>
        <w:color w:val="000080"/>
        <w:sz w:val="22"/>
      </w:rPr>
      <w:t>UFFICIO</w:t>
    </w:r>
    <w:r w:rsidR="00175A43">
      <w:rPr>
        <w:smallCaps/>
        <w:color w:val="000080"/>
        <w:sz w:val="22"/>
      </w:rPr>
      <w:t xml:space="preserve"> AMMINISTRATIVO SERVIZI SOCIALI</w:t>
    </w:r>
  </w:p>
  <w:p w:rsidR="00CA1CE6" w:rsidRDefault="00CA1CE6">
    <w:pPr>
      <w:pStyle w:val="Intestazione"/>
      <w:spacing w:line="360" w:lineRule="auto"/>
      <w:jc w:val="center"/>
      <w:rPr>
        <w:smallCaps/>
        <w:color w:val="00008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B77"/>
    <w:multiLevelType w:val="hybridMultilevel"/>
    <w:tmpl w:val="1578ED24"/>
    <w:lvl w:ilvl="0" w:tplc="B830A152">
      <w:start w:val="5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05978"/>
    <w:multiLevelType w:val="hybridMultilevel"/>
    <w:tmpl w:val="46FECFB8"/>
    <w:lvl w:ilvl="0" w:tplc="B830A152">
      <w:start w:val="54"/>
      <w:numFmt w:val="bullet"/>
      <w:lvlText w:val="-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7CF7A24"/>
    <w:multiLevelType w:val="hybridMultilevel"/>
    <w:tmpl w:val="23283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26DDE"/>
    <w:multiLevelType w:val="multilevel"/>
    <w:tmpl w:val="277ACE26"/>
    <w:lvl w:ilvl="0">
      <w:start w:val="1"/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rPr>
        <w:rFonts w:ascii="Wingdings" w:hAnsi="Wingdings" w:cs="Wingdings"/>
      </w:rPr>
    </w:lvl>
    <w:lvl w:ilvl="3">
      <w:start w:val="1"/>
      <w:numFmt w:val="bullet"/>
      <w:lvlText w:val=""/>
      <w:lvlJc w:val="left"/>
      <w:rPr>
        <w:rFonts w:ascii="Symbol" w:hAnsi="Symbol" w:cs="Symbol"/>
      </w:rPr>
    </w:lvl>
    <w:lvl w:ilvl="4">
      <w:start w:val="1"/>
      <w:numFmt w:val="bullet"/>
      <w:lvlText w:val="o"/>
      <w:lvlJc w:val="left"/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rPr>
        <w:rFonts w:ascii="Wingdings" w:hAnsi="Wingdings" w:cs="Wingdings"/>
      </w:rPr>
    </w:lvl>
    <w:lvl w:ilvl="6">
      <w:start w:val="1"/>
      <w:numFmt w:val="bullet"/>
      <w:lvlText w:val=""/>
      <w:lvlJc w:val="left"/>
      <w:rPr>
        <w:rFonts w:ascii="Symbol" w:hAnsi="Symbol" w:cs="Symbol"/>
      </w:rPr>
    </w:lvl>
    <w:lvl w:ilvl="7">
      <w:start w:val="1"/>
      <w:numFmt w:val="bullet"/>
      <w:lvlText w:val="o"/>
      <w:lvlJc w:val="left"/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33656644"/>
    <w:multiLevelType w:val="hybridMultilevel"/>
    <w:tmpl w:val="094274B4"/>
    <w:lvl w:ilvl="0" w:tplc="2328069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D73DB9"/>
    <w:multiLevelType w:val="hybridMultilevel"/>
    <w:tmpl w:val="2C3C86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AA06DA"/>
    <w:multiLevelType w:val="hybridMultilevel"/>
    <w:tmpl w:val="3EA216AE"/>
    <w:lvl w:ilvl="0" w:tplc="AFACC4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5E047C"/>
    <w:multiLevelType w:val="multilevel"/>
    <w:tmpl w:val="32ECE29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4B9"/>
    <w:rsid w:val="0002609C"/>
    <w:rsid w:val="00027BC9"/>
    <w:rsid w:val="0005361C"/>
    <w:rsid w:val="000E423B"/>
    <w:rsid w:val="0011133B"/>
    <w:rsid w:val="00170D11"/>
    <w:rsid w:val="00175A43"/>
    <w:rsid w:val="001762B3"/>
    <w:rsid w:val="00183208"/>
    <w:rsid w:val="001A77AE"/>
    <w:rsid w:val="001B1AA7"/>
    <w:rsid w:val="001E6A0A"/>
    <w:rsid w:val="001F78F2"/>
    <w:rsid w:val="00225AFA"/>
    <w:rsid w:val="00244450"/>
    <w:rsid w:val="00264C4F"/>
    <w:rsid w:val="002A3DE2"/>
    <w:rsid w:val="00304D74"/>
    <w:rsid w:val="003361AA"/>
    <w:rsid w:val="00390BB9"/>
    <w:rsid w:val="003B5353"/>
    <w:rsid w:val="003D04B9"/>
    <w:rsid w:val="003D05BB"/>
    <w:rsid w:val="003F4BC1"/>
    <w:rsid w:val="00473C9F"/>
    <w:rsid w:val="00476509"/>
    <w:rsid w:val="004C0193"/>
    <w:rsid w:val="005A42C1"/>
    <w:rsid w:val="005B5C1A"/>
    <w:rsid w:val="005E371A"/>
    <w:rsid w:val="005E5C3A"/>
    <w:rsid w:val="005F7A3B"/>
    <w:rsid w:val="00615C07"/>
    <w:rsid w:val="00641A8A"/>
    <w:rsid w:val="006A3E3F"/>
    <w:rsid w:val="007623D5"/>
    <w:rsid w:val="0077759C"/>
    <w:rsid w:val="007A409D"/>
    <w:rsid w:val="00835F58"/>
    <w:rsid w:val="008541F9"/>
    <w:rsid w:val="008950A0"/>
    <w:rsid w:val="008E35BA"/>
    <w:rsid w:val="009B5CBD"/>
    <w:rsid w:val="009B778B"/>
    <w:rsid w:val="009C5130"/>
    <w:rsid w:val="009C5D43"/>
    <w:rsid w:val="009D5F88"/>
    <w:rsid w:val="00A502F0"/>
    <w:rsid w:val="00A9280C"/>
    <w:rsid w:val="00B03833"/>
    <w:rsid w:val="00B20451"/>
    <w:rsid w:val="00B24CF7"/>
    <w:rsid w:val="00B961E9"/>
    <w:rsid w:val="00BC24A2"/>
    <w:rsid w:val="00BD472E"/>
    <w:rsid w:val="00BF075C"/>
    <w:rsid w:val="00C327C1"/>
    <w:rsid w:val="00C52422"/>
    <w:rsid w:val="00C53AB6"/>
    <w:rsid w:val="00C643B9"/>
    <w:rsid w:val="00C66E97"/>
    <w:rsid w:val="00C87C70"/>
    <w:rsid w:val="00CA17E1"/>
    <w:rsid w:val="00CA1CE6"/>
    <w:rsid w:val="00CD07E1"/>
    <w:rsid w:val="00D34E86"/>
    <w:rsid w:val="00D64D95"/>
    <w:rsid w:val="00DB65BF"/>
    <w:rsid w:val="00DC30C7"/>
    <w:rsid w:val="00DE52C0"/>
    <w:rsid w:val="00E80B72"/>
    <w:rsid w:val="00E82681"/>
    <w:rsid w:val="00EA564D"/>
    <w:rsid w:val="00EB7FD7"/>
    <w:rsid w:val="00ED3EE7"/>
    <w:rsid w:val="00F559AA"/>
    <w:rsid w:val="00F61D89"/>
    <w:rsid w:val="00F8748F"/>
    <w:rsid w:val="00F9549A"/>
    <w:rsid w:val="00FA4F77"/>
    <w:rsid w:val="00FA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5C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5C07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9B5CBD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03833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5361C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5361C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05361C"/>
    <w:rPr>
      <w:rFonts w:ascii="Arial" w:hAnsi="Arial" w:cs="Times New Roman"/>
      <w:sz w:val="16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5C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5C07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9B5CBD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03833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5361C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5361C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05361C"/>
    <w:rPr>
      <w:rFonts w:ascii="Arial" w:hAnsi="Arial" w:cs="Times New Roman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NCA\Desktop\Cart.Int.e%20Modulistica\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Intestata</Template>
  <TotalTime>64</TotalTime>
  <Pages>3</Pages>
  <Words>715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con stemma a colori</vt:lpstr>
    </vt:vector>
  </TitlesOfParts>
  <Company>Comune di Ozieri</Company>
  <LinksUpToDate>false</LinksUpToDate>
  <CharactersWithSpaces>5670</CharactersWithSpaces>
  <SharedDoc>false</SharedDoc>
  <HLinks>
    <vt:vector size="6" baseType="variant">
      <vt:variant>
        <vt:i4>3407879</vt:i4>
      </vt:variant>
      <vt:variant>
        <vt:i4>1025</vt:i4>
      </vt:variant>
      <vt:variant>
        <vt:i4>1025</vt:i4>
      </vt:variant>
      <vt:variant>
        <vt:i4>1</vt:i4>
      </vt:variant>
      <vt:variant>
        <vt:lpwstr>C:\Documenti\Stemma_c.TIF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con stemma a colori</dc:title>
  <dc:creator>Anna Maria Manca</dc:creator>
  <cp:lastModifiedBy>Maria Pina Costanza</cp:lastModifiedBy>
  <cp:revision>26</cp:revision>
  <cp:lastPrinted>1900-12-31T23:00:00Z</cp:lastPrinted>
  <dcterms:created xsi:type="dcterms:W3CDTF">2020-08-10T10:26:00Z</dcterms:created>
  <dcterms:modified xsi:type="dcterms:W3CDTF">2020-08-11T10:23:00Z</dcterms:modified>
</cp:coreProperties>
</file>